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ACE" w:rsidRPr="00B4034E" w:rsidRDefault="00E66ACE" w:rsidP="00FE460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4034E">
        <w:rPr>
          <w:rFonts w:ascii="Times New Roman" w:hAnsi="Times New Roman"/>
          <w:b/>
          <w:sz w:val="28"/>
          <w:szCs w:val="28"/>
          <w:u w:val="single"/>
        </w:rPr>
        <w:t xml:space="preserve">K-5 ELA Lesson Plan </w:t>
      </w:r>
    </w:p>
    <w:tbl>
      <w:tblPr>
        <w:tblW w:w="11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38"/>
        <w:gridCol w:w="1134"/>
        <w:gridCol w:w="1836"/>
        <w:gridCol w:w="12"/>
        <w:gridCol w:w="1824"/>
        <w:gridCol w:w="4014"/>
      </w:tblGrid>
      <w:tr w:rsidR="00E66ACE" w:rsidRPr="00936F62" w:rsidTr="00936F62">
        <w:tc>
          <w:tcPr>
            <w:tcW w:w="3672" w:type="dxa"/>
            <w:gridSpan w:val="2"/>
            <w:shd w:val="clear" w:color="auto" w:fill="FFC000"/>
          </w:tcPr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Teacher:  Dove, Gray, Karper, Shumpert</w:t>
            </w: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36F62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936F6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Grade:   1st</w:t>
            </w:r>
          </w:p>
        </w:tc>
        <w:tc>
          <w:tcPr>
            <w:tcW w:w="4014" w:type="dxa"/>
            <w:shd w:val="clear" w:color="auto" w:fill="FFC000"/>
          </w:tcPr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  <w:u w:val="single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Date(s)</w:t>
            </w:r>
            <w:r w:rsidRPr="00936F62">
              <w:rPr>
                <w:rFonts w:ascii="Times New Roman" w:hAnsi="Times New Roman"/>
                <w:sz w:val="24"/>
                <w:szCs w:val="24"/>
                <w:u w:val="single"/>
              </w:rPr>
              <w:t>:  September 7 – Day 5</w:t>
            </w:r>
          </w:p>
        </w:tc>
      </w:tr>
      <w:tr w:rsidR="00E66ACE" w:rsidRPr="00936F62" w:rsidTr="00936F62">
        <w:tc>
          <w:tcPr>
            <w:tcW w:w="5508" w:type="dxa"/>
            <w:gridSpan w:val="3"/>
          </w:tcPr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Unit Title:  Wanted! A Few Good Friends</w:t>
            </w: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50" w:type="dxa"/>
            <w:gridSpan w:val="3"/>
          </w:tcPr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Corresponding Unit Task:  Designing a Survey</w:t>
            </w:r>
          </w:p>
        </w:tc>
      </w:tr>
      <w:tr w:rsidR="00E66ACE" w:rsidRPr="00936F62" w:rsidTr="00936F62">
        <w:trPr>
          <w:trHeight w:val="737"/>
        </w:trPr>
        <w:tc>
          <w:tcPr>
            <w:tcW w:w="11358" w:type="dxa"/>
            <w:gridSpan w:val="6"/>
          </w:tcPr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Essential Question(s): How do illustrations help good readers locate and remember the important details in a story?</w:t>
            </w:r>
          </w:p>
        </w:tc>
      </w:tr>
      <w:tr w:rsidR="00E66ACE" w:rsidRPr="00936F62" w:rsidTr="00936F62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E66ACE" w:rsidRPr="00936F62" w:rsidRDefault="00E66ACE" w:rsidP="0093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Materials/Resources</w:t>
            </w:r>
          </w:p>
        </w:tc>
        <w:tc>
          <w:tcPr>
            <w:tcW w:w="5850" w:type="dxa"/>
            <w:gridSpan w:val="3"/>
            <w:shd w:val="clear" w:color="auto" w:fill="FFC000"/>
          </w:tcPr>
          <w:p w:rsidR="00E66ACE" w:rsidRPr="00936F62" w:rsidRDefault="00E66ACE" w:rsidP="0093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Essential Vocabulary</w:t>
            </w:r>
          </w:p>
        </w:tc>
      </w:tr>
      <w:tr w:rsidR="00E66ACE" w:rsidRPr="00936F62" w:rsidTr="00936F62">
        <w:trPr>
          <w:trHeight w:val="737"/>
        </w:trPr>
        <w:tc>
          <w:tcPr>
            <w:tcW w:w="5520" w:type="dxa"/>
            <w:gridSpan w:val="4"/>
          </w:tcPr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>~Writing Frame (See Attached)</w:t>
            </w: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>~Pictures of students (take with personal Digital Camera)</w:t>
            </w: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6ACE" w:rsidRPr="00936F62" w:rsidRDefault="00E66ACE" w:rsidP="00936F62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936F62">
              <w:rPr>
                <w:rFonts w:ascii="Century Gothic" w:hAnsi="Century Gothic"/>
                <w:sz w:val="18"/>
                <w:szCs w:val="18"/>
              </w:rPr>
              <w:t>My Friend __</w:t>
            </w:r>
            <w:r w:rsidRPr="00936F62">
              <w:rPr>
                <w:rFonts w:ascii="Century Gothic" w:hAnsi="Century Gothic"/>
                <w:sz w:val="18"/>
                <w:szCs w:val="18"/>
                <w:u w:val="single"/>
              </w:rPr>
              <w:t xml:space="preserve"> (</w:t>
            </w:r>
            <w:r w:rsidRPr="00936F62">
              <w:rPr>
                <w:rFonts w:ascii="Century Gothic" w:hAnsi="Century Gothic"/>
                <w:b/>
                <w:sz w:val="18"/>
                <w:szCs w:val="18"/>
                <w:u w:val="single"/>
              </w:rPr>
              <w:t>Name of Student</w:t>
            </w:r>
            <w:r w:rsidRPr="00936F62">
              <w:rPr>
                <w:rFonts w:ascii="Century Gothic" w:hAnsi="Century Gothic"/>
                <w:sz w:val="18"/>
                <w:szCs w:val="18"/>
                <w:u w:val="single"/>
              </w:rPr>
              <w:t>)</w:t>
            </w:r>
            <w:r w:rsidRPr="00936F62">
              <w:rPr>
                <w:rFonts w:ascii="Century Gothic" w:hAnsi="Century Gothic"/>
                <w:sz w:val="18"/>
                <w:szCs w:val="18"/>
              </w:rPr>
              <w:t xml:space="preserve"> _______</w:t>
            </w:r>
          </w:p>
          <w:p w:rsidR="00E66ACE" w:rsidRPr="00936F62" w:rsidRDefault="00E66ACE" w:rsidP="00936F62">
            <w:pPr>
              <w:spacing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  <w:p w:rsidR="00E66ACE" w:rsidRPr="00936F62" w:rsidRDefault="00E66ACE" w:rsidP="00936F62">
            <w:pPr>
              <w:spacing w:after="0" w:line="240" w:lineRule="auto"/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936F62">
              <w:rPr>
                <w:rFonts w:ascii="Comic Sans MS" w:hAnsi="Comic Sans MS"/>
                <w:sz w:val="18"/>
                <w:szCs w:val="1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6pt;height:84pt">
                  <v:imagedata r:id="rId7" o:title=""/>
                </v:shape>
              </w:pict>
            </w:r>
          </w:p>
          <w:p w:rsidR="00E66ACE" w:rsidRPr="00936F62" w:rsidRDefault="00E66ACE" w:rsidP="00936F62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936F62">
              <w:rPr>
                <w:rFonts w:ascii="Century Gothic" w:hAnsi="Century Gothic"/>
                <w:sz w:val="18"/>
                <w:szCs w:val="18"/>
              </w:rPr>
              <w:t>This is my friend ___________________.</w:t>
            </w:r>
          </w:p>
          <w:p w:rsidR="00E66ACE" w:rsidRPr="00936F62" w:rsidRDefault="00E66ACE" w:rsidP="00936F62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936F62">
              <w:rPr>
                <w:rFonts w:ascii="Century Gothic" w:hAnsi="Century Gothic"/>
                <w:sz w:val="18"/>
                <w:szCs w:val="18"/>
              </w:rPr>
              <w:t>She/ He is __________ years old.</w:t>
            </w:r>
          </w:p>
          <w:p w:rsidR="00E66ACE" w:rsidRPr="00936F62" w:rsidRDefault="00E66ACE" w:rsidP="00936F62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936F62">
              <w:rPr>
                <w:rFonts w:ascii="Century Gothic" w:hAnsi="Century Gothic"/>
                <w:sz w:val="18"/>
                <w:szCs w:val="18"/>
              </w:rPr>
              <w:t>His/her birthday is ___________________.</w:t>
            </w:r>
          </w:p>
          <w:p w:rsidR="00E66ACE" w:rsidRPr="00936F62" w:rsidRDefault="00E66ACE" w:rsidP="00936F62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936F62">
              <w:rPr>
                <w:rFonts w:ascii="Century Gothic" w:hAnsi="Century Gothic"/>
                <w:sz w:val="18"/>
                <w:szCs w:val="18"/>
              </w:rPr>
              <w:t>His/her favorite color is _______________.</w:t>
            </w:r>
          </w:p>
          <w:p w:rsidR="00E66ACE" w:rsidRPr="00936F62" w:rsidRDefault="00E66ACE" w:rsidP="00936F62">
            <w:pPr>
              <w:spacing w:after="0" w:line="240" w:lineRule="auto"/>
              <w:rPr>
                <w:rFonts w:ascii="Century Gothic" w:hAnsi="Century Gothic"/>
                <w:sz w:val="18"/>
                <w:szCs w:val="18"/>
              </w:rPr>
            </w:pPr>
            <w:r w:rsidRPr="00936F62">
              <w:rPr>
                <w:rFonts w:ascii="Century Gothic" w:hAnsi="Century Gothic"/>
                <w:sz w:val="18"/>
                <w:szCs w:val="18"/>
              </w:rPr>
              <w:t>I think she/he would be a good friend because</w:t>
            </w:r>
          </w:p>
          <w:p w:rsidR="00E66ACE" w:rsidRPr="00936F62" w:rsidRDefault="00E66ACE" w:rsidP="00936F62">
            <w:pPr>
              <w:spacing w:after="0" w:line="240" w:lineRule="auto"/>
              <w:rPr>
                <w:sz w:val="18"/>
                <w:szCs w:val="18"/>
              </w:rPr>
            </w:pPr>
            <w:r w:rsidRPr="00936F62">
              <w:rPr>
                <w:rFonts w:ascii="Century Gothic" w:hAnsi="Century Gothic"/>
                <w:sz w:val="18"/>
                <w:szCs w:val="18"/>
              </w:rPr>
              <w:t xml:space="preserve">he/she is </w:t>
            </w:r>
            <w:r w:rsidRPr="00936F62">
              <w:rPr>
                <w:rFonts w:ascii="Century Gothic" w:hAnsi="Century Gothic"/>
                <w:sz w:val="18"/>
                <w:szCs w:val="18"/>
                <w:u w:val="single"/>
              </w:rPr>
              <w:t>_(Trait 1)_</w:t>
            </w:r>
            <w:r w:rsidRPr="00936F62">
              <w:rPr>
                <w:rFonts w:ascii="Century Gothic" w:hAnsi="Century Gothic"/>
                <w:sz w:val="18"/>
                <w:szCs w:val="18"/>
              </w:rPr>
              <w:t xml:space="preserve"> and</w:t>
            </w:r>
            <w:r w:rsidRPr="00936F62"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  <w:r w:rsidRPr="00936F62">
              <w:rPr>
                <w:rFonts w:ascii="Century Gothic" w:hAnsi="Century Gothic"/>
                <w:b/>
                <w:sz w:val="18"/>
                <w:szCs w:val="18"/>
                <w:u w:val="single"/>
              </w:rPr>
              <w:t>_(</w:t>
            </w:r>
            <w:r w:rsidRPr="00936F62">
              <w:rPr>
                <w:rFonts w:ascii="Century Gothic" w:hAnsi="Century Gothic"/>
                <w:sz w:val="18"/>
                <w:szCs w:val="18"/>
                <w:u w:val="single"/>
              </w:rPr>
              <w:t xml:space="preserve">Trait 2)_  </w:t>
            </w:r>
            <w:r w:rsidRPr="00936F62">
              <w:rPr>
                <w:rFonts w:ascii="Century Gothic" w:hAnsi="Century Gothic"/>
                <w:sz w:val="18"/>
                <w:szCs w:val="18"/>
              </w:rPr>
              <w:t>.</w:t>
            </w: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38" w:type="dxa"/>
            <w:gridSpan w:val="2"/>
          </w:tcPr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>Character traits</w:t>
            </w: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>Respect</w:t>
            </w: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>Trustworthy</w:t>
            </w: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>Generous</w:t>
            </w: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>Dependable</w:t>
            </w: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>Responsible</w:t>
            </w: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>Fairness</w:t>
            </w: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>Honesty</w:t>
            </w: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>Kindness</w:t>
            </w: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66ACE" w:rsidRPr="00936F62" w:rsidTr="00936F62">
        <w:trPr>
          <w:trHeight w:val="368"/>
        </w:trPr>
        <w:tc>
          <w:tcPr>
            <w:tcW w:w="11358" w:type="dxa"/>
            <w:gridSpan w:val="6"/>
            <w:shd w:val="clear" w:color="auto" w:fill="FFC000"/>
          </w:tcPr>
          <w:p w:rsidR="00E66ACE" w:rsidRPr="00936F62" w:rsidRDefault="00E66ACE" w:rsidP="0093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>Learning Experience(s)</w:t>
            </w:r>
          </w:p>
        </w:tc>
      </w:tr>
      <w:tr w:rsidR="00E66ACE" w:rsidRPr="00936F62" w:rsidTr="00936F62">
        <w:trPr>
          <w:trHeight w:val="688"/>
        </w:trPr>
        <w:tc>
          <w:tcPr>
            <w:tcW w:w="2538" w:type="dxa"/>
          </w:tcPr>
          <w:p w:rsidR="00E66ACE" w:rsidRPr="00936F62" w:rsidRDefault="00E66ACE" w:rsidP="00936F6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936F62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E66ACE" w:rsidRPr="00936F62" w:rsidRDefault="00E66ACE" w:rsidP="00936F6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E66ACE" w:rsidRPr="00936F62" w:rsidRDefault="00E66ACE" w:rsidP="00936F62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936F62">
              <w:rPr>
                <w:rFonts w:ascii="Times New Roman" w:hAnsi="Times New Roman" w:cs="Times New Roman"/>
              </w:rPr>
              <w:t>X   Modeled</w:t>
            </w:r>
          </w:p>
          <w:p w:rsidR="00E66ACE" w:rsidRPr="00936F62" w:rsidRDefault="00E66ACE" w:rsidP="00936F62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936F62">
              <w:rPr>
                <w:rFonts w:ascii="Times New Roman" w:hAnsi="Times New Roman" w:cs="Times New Roman"/>
              </w:rPr>
              <w:t>X   Shared</w:t>
            </w:r>
          </w:p>
          <w:p w:rsidR="00E66ACE" w:rsidRPr="00936F62" w:rsidRDefault="00E66ACE" w:rsidP="00936F62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936F62">
              <w:rPr>
                <w:rFonts w:ascii="Times New Roman" w:hAnsi="Times New Roman" w:cs="Times New Roman"/>
              </w:rPr>
              <w:t>Guided Practice</w:t>
            </w:r>
          </w:p>
          <w:p w:rsidR="00E66ACE" w:rsidRPr="00936F62" w:rsidRDefault="00E66ACE" w:rsidP="00936F62">
            <w:pPr>
              <w:pStyle w:val="Default"/>
              <w:numPr>
                <w:ilvl w:val="0"/>
                <w:numId w:val="2"/>
              </w:numPr>
            </w:pPr>
            <w:r w:rsidRPr="00936F62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820" w:type="dxa"/>
            <w:gridSpan w:val="5"/>
          </w:tcPr>
          <w:p w:rsidR="00E66ACE" w:rsidRPr="00936F62" w:rsidRDefault="00E66ACE" w:rsidP="0093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>Reading</w:t>
            </w: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>Standards: RL.1.1; RL.1.2; RL. 1.2; RL.1.7; RL.1.10; RI.1.1; RI.1.2; RI.1.4; RI. 1.7;  RI. 1.10</w:t>
            </w: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>I Can Statement(s):I can identify story elements.  I can ask and answer questions about the key details in a text. I can identify the main idea of a story. I can brainstorm a list of character traits of good friends. I can develop a survey to answer the question, “What is the most important characteristic of a good friend?”</w:t>
            </w: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>Instructional Plan:  Reread a favorite book used previously in this unit. Have students help you to recall and retell the information/story. Discuss the character traits that are featured.</w:t>
            </w: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>See also speaking and listening.</w:t>
            </w: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66ACE" w:rsidRPr="00936F62" w:rsidTr="00936F62">
        <w:trPr>
          <w:trHeight w:val="1178"/>
        </w:trPr>
        <w:tc>
          <w:tcPr>
            <w:tcW w:w="2538" w:type="dxa"/>
          </w:tcPr>
          <w:p w:rsidR="00E66ACE" w:rsidRPr="00936F62" w:rsidRDefault="00E66ACE" w:rsidP="00936F6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936F62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E66ACE" w:rsidRPr="00936F62" w:rsidRDefault="00E66ACE" w:rsidP="00936F6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E66ACE" w:rsidRPr="00936F62" w:rsidRDefault="00E66ACE" w:rsidP="00936F62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936F62">
              <w:rPr>
                <w:rFonts w:ascii="Times New Roman" w:hAnsi="Times New Roman" w:cs="Times New Roman"/>
              </w:rPr>
              <w:t>X  Modeled</w:t>
            </w:r>
          </w:p>
          <w:p w:rsidR="00E66ACE" w:rsidRPr="00936F62" w:rsidRDefault="00E66ACE" w:rsidP="00936F62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936F62">
              <w:rPr>
                <w:rFonts w:ascii="Times New Roman" w:hAnsi="Times New Roman" w:cs="Times New Roman"/>
              </w:rPr>
              <w:t>Shared</w:t>
            </w:r>
          </w:p>
          <w:p w:rsidR="00E66ACE" w:rsidRPr="00936F62" w:rsidRDefault="00E66ACE" w:rsidP="00936F62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936F62">
              <w:rPr>
                <w:rFonts w:ascii="Times New Roman" w:hAnsi="Times New Roman" w:cs="Times New Roman"/>
              </w:rPr>
              <w:t>X   Guided Practice</w:t>
            </w:r>
          </w:p>
          <w:p w:rsidR="00E66ACE" w:rsidRPr="00936F62" w:rsidRDefault="00E66ACE" w:rsidP="00936F62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936F62">
              <w:rPr>
                <w:rFonts w:ascii="Times New Roman" w:hAnsi="Times New Roman" w:cs="Times New Roman"/>
              </w:rPr>
              <w:t>X   Independent</w:t>
            </w:r>
          </w:p>
        </w:tc>
        <w:tc>
          <w:tcPr>
            <w:tcW w:w="8820" w:type="dxa"/>
            <w:gridSpan w:val="5"/>
          </w:tcPr>
          <w:p w:rsidR="00E66ACE" w:rsidRPr="00936F62" w:rsidRDefault="00E66ACE" w:rsidP="0093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>Writing</w:t>
            </w: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>Standards: W.1.1; W.1.5; W.1.6;W.1.8; L.1.1; l.11.2; L.1.4; L.11.5</w:t>
            </w: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>I Can Statement(s):I can identify story elements.  I can ask and answer questions about the key details in a text. I can identify the main idea of a story. I can brainstorm a list of character traits of good friends. I can develop a survey to answer the question, “What is the most important characteristic of a good friend?”</w:t>
            </w: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6ACE" w:rsidRPr="00936F62" w:rsidRDefault="00E66ACE" w:rsidP="00936F62">
            <w:pPr>
              <w:spacing w:after="0" w:line="240" w:lineRule="auto"/>
              <w:ind w:right="162"/>
              <w:rPr>
                <w:rFonts w:ascii="Times New Roman" w:hAnsi="Times New Roman"/>
                <w:b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 xml:space="preserve">Instructional Plan: </w:t>
            </w: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>Using the interview script from yesterday, students will write a description of their friend (partner).  The description will include name, age, birthday, favorite color and two qualities (character traits).</w:t>
            </w: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66ACE" w:rsidRPr="00936F62" w:rsidTr="00936F62">
        <w:trPr>
          <w:trHeight w:val="688"/>
        </w:trPr>
        <w:tc>
          <w:tcPr>
            <w:tcW w:w="2538" w:type="dxa"/>
          </w:tcPr>
          <w:p w:rsidR="00E66ACE" w:rsidRPr="00936F62" w:rsidRDefault="00E66ACE" w:rsidP="00936F6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936F62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E66ACE" w:rsidRPr="00936F62" w:rsidRDefault="00E66ACE" w:rsidP="00936F6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E66ACE" w:rsidRPr="00936F62" w:rsidRDefault="00E66ACE" w:rsidP="00936F62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936F62">
              <w:rPr>
                <w:rFonts w:ascii="Times New Roman" w:hAnsi="Times New Roman" w:cs="Times New Roman"/>
              </w:rPr>
              <w:t>X  Modeled</w:t>
            </w:r>
          </w:p>
          <w:p w:rsidR="00E66ACE" w:rsidRPr="00936F62" w:rsidRDefault="00E66ACE" w:rsidP="00936F62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936F62">
              <w:rPr>
                <w:rFonts w:ascii="Times New Roman" w:hAnsi="Times New Roman" w:cs="Times New Roman"/>
              </w:rPr>
              <w:t>X  Shared</w:t>
            </w:r>
          </w:p>
          <w:p w:rsidR="00E66ACE" w:rsidRPr="00936F62" w:rsidRDefault="00E66ACE" w:rsidP="00936F62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936F62">
              <w:rPr>
                <w:rFonts w:ascii="Times New Roman" w:hAnsi="Times New Roman" w:cs="Times New Roman"/>
              </w:rPr>
              <w:t>X  Guided Practice</w:t>
            </w:r>
          </w:p>
          <w:p w:rsidR="00E66ACE" w:rsidRPr="00936F62" w:rsidRDefault="00E66ACE" w:rsidP="00936F62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936F62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820" w:type="dxa"/>
            <w:gridSpan w:val="5"/>
          </w:tcPr>
          <w:p w:rsidR="00E66ACE" w:rsidRPr="00936F62" w:rsidRDefault="00E66ACE" w:rsidP="0093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>Word Study</w:t>
            </w: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>Standards: W.1.1; W.1.5; W.1.6;W.1.8; L.1.1; l.11.2; L.1.4; L.11.5</w:t>
            </w: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>I Can Statement(s):I can identify story elements.  I can ask and answer questions about the key details in a text. I can identify the main idea of a story. I can brainstorm a list of character traits of good friends. I can develop a survey to answer the question, “What is the most important characteristic of a good friend?”</w:t>
            </w: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 xml:space="preserve">Instructional Plan:  See writing.  Students will be using these words as they complete their writing frame.  </w:t>
            </w: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66ACE" w:rsidRPr="00936F62" w:rsidTr="00936F62">
        <w:trPr>
          <w:trHeight w:val="1448"/>
        </w:trPr>
        <w:tc>
          <w:tcPr>
            <w:tcW w:w="2538" w:type="dxa"/>
          </w:tcPr>
          <w:p w:rsidR="00E66ACE" w:rsidRPr="00936F62" w:rsidRDefault="00E66ACE" w:rsidP="00936F6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936F62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E66ACE" w:rsidRPr="00936F62" w:rsidRDefault="00E66ACE" w:rsidP="00936F6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E66ACE" w:rsidRPr="00936F62" w:rsidRDefault="00E66ACE" w:rsidP="00C5373F">
            <w:pPr>
              <w:pStyle w:val="Default"/>
              <w:rPr>
                <w:rFonts w:ascii="Times New Roman" w:hAnsi="Times New Roman" w:cs="Times New Roman"/>
              </w:rPr>
            </w:pPr>
            <w:r w:rsidRPr="00936F62">
              <w:rPr>
                <w:rFonts w:ascii="Times New Roman" w:hAnsi="Times New Roman" w:cs="Times New Roman"/>
              </w:rPr>
              <w:t xml:space="preserve">      X    Modeled</w:t>
            </w:r>
          </w:p>
          <w:p w:rsidR="00E66ACE" w:rsidRPr="00936F62" w:rsidRDefault="00E66ACE" w:rsidP="00936F62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936F62">
              <w:rPr>
                <w:rFonts w:ascii="Times New Roman" w:hAnsi="Times New Roman" w:cs="Times New Roman"/>
              </w:rPr>
              <w:t>X    Shared</w:t>
            </w:r>
          </w:p>
          <w:p w:rsidR="00E66ACE" w:rsidRPr="00936F62" w:rsidRDefault="00E66ACE" w:rsidP="00936F62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936F62">
              <w:rPr>
                <w:rFonts w:ascii="Times New Roman" w:hAnsi="Times New Roman" w:cs="Times New Roman"/>
              </w:rPr>
              <w:t>Guided Practice</w:t>
            </w:r>
          </w:p>
          <w:p w:rsidR="00E66ACE" w:rsidRPr="00936F62" w:rsidRDefault="00E66ACE" w:rsidP="00936F62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936F62">
              <w:rPr>
                <w:rFonts w:ascii="Times New Roman" w:hAnsi="Times New Roman" w:cs="Times New Roman"/>
              </w:rPr>
              <w:t xml:space="preserve"> X   Independent</w:t>
            </w:r>
          </w:p>
        </w:tc>
        <w:tc>
          <w:tcPr>
            <w:tcW w:w="8820" w:type="dxa"/>
            <w:gridSpan w:val="5"/>
          </w:tcPr>
          <w:p w:rsidR="00E66ACE" w:rsidRPr="00936F62" w:rsidRDefault="00E66ACE" w:rsidP="0093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>Speaking &amp; Listening</w:t>
            </w: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>Standards: SL.1.1; SL.1.2; SL.1.3;SL.1.5; L.11.6</w:t>
            </w: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>I Can Statement(s):I can identify story elements.  I can ask and answer questions about the key details in a text. I can identify the main idea of a story. I can brainstorm a list of character traits of good friends. I can develop a survey to answer the question, “What is the most important characteristic of a good friend?”</w:t>
            </w: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6ACE" w:rsidRPr="00936F62" w:rsidRDefault="00E66ACE" w:rsidP="00936F62">
            <w:pPr>
              <w:spacing w:after="0" w:line="240" w:lineRule="auto"/>
              <w:ind w:right="162"/>
              <w:rPr>
                <w:rFonts w:ascii="Times New Roman" w:hAnsi="Times New Roman"/>
                <w:b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>Instructional Plan: See reading.  Discuss the character traits featured in previous books read throughout this unit.</w:t>
            </w:r>
          </w:p>
          <w:p w:rsidR="00E66ACE" w:rsidRPr="00936F62" w:rsidRDefault="00E66ACE" w:rsidP="00936F62">
            <w:pPr>
              <w:spacing w:after="0" w:line="240" w:lineRule="auto"/>
              <w:ind w:right="162"/>
              <w:rPr>
                <w:rFonts w:ascii="Times New Roman" w:hAnsi="Times New Roman"/>
                <w:b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E66ACE" w:rsidRPr="00936F62" w:rsidRDefault="00E66ACE" w:rsidP="00936F62">
            <w:pPr>
              <w:spacing w:after="0" w:line="240" w:lineRule="auto"/>
              <w:ind w:right="16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6ACE" w:rsidRPr="00936F62" w:rsidRDefault="00E66ACE" w:rsidP="00936F62">
            <w:pPr>
              <w:spacing w:after="0" w:line="240" w:lineRule="auto"/>
              <w:ind w:right="16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66ACE" w:rsidRPr="00936F62" w:rsidTr="00936F62">
        <w:trPr>
          <w:trHeight w:val="1448"/>
        </w:trPr>
        <w:tc>
          <w:tcPr>
            <w:tcW w:w="2538" w:type="dxa"/>
          </w:tcPr>
          <w:p w:rsidR="00E66ACE" w:rsidRPr="00936F62" w:rsidRDefault="00E66ACE" w:rsidP="00936F62">
            <w:pPr>
              <w:pStyle w:val="Default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E66ACE" w:rsidRPr="00936F62" w:rsidRDefault="00E66ACE" w:rsidP="00936F62">
            <w:pPr>
              <w:spacing w:after="0" w:line="240" w:lineRule="auto"/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>TECHNOLOGY</w:t>
            </w:r>
          </w:p>
        </w:tc>
        <w:tc>
          <w:tcPr>
            <w:tcW w:w="8820" w:type="dxa"/>
            <w:gridSpan w:val="5"/>
          </w:tcPr>
          <w:p w:rsidR="00E66ACE" w:rsidRPr="00936F62" w:rsidRDefault="00E66ACE" w:rsidP="0093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>Use You-Tube songs – I Love Lucy; Pooh Friendship Song; Miley Cyrus;  Spongebob Fun Song;  Barney Friend Song.</w:t>
            </w:r>
          </w:p>
          <w:p w:rsidR="00E66ACE" w:rsidRPr="00936F62" w:rsidRDefault="00E66ACE" w:rsidP="0093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66ACE" w:rsidRPr="00936F62" w:rsidRDefault="00E66ACE" w:rsidP="0093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>Power Point</w:t>
            </w:r>
          </w:p>
        </w:tc>
      </w:tr>
      <w:tr w:rsidR="00E66ACE" w:rsidRPr="00936F62" w:rsidTr="00936F62">
        <w:trPr>
          <w:trHeight w:val="1448"/>
        </w:trPr>
        <w:tc>
          <w:tcPr>
            <w:tcW w:w="2538" w:type="dxa"/>
          </w:tcPr>
          <w:p w:rsidR="00E66ACE" w:rsidRPr="00936F62" w:rsidRDefault="00E66ACE" w:rsidP="00936F62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E66ACE" w:rsidRPr="00936F62" w:rsidRDefault="00E66ACE" w:rsidP="00936F62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936F62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820" w:type="dxa"/>
            <w:gridSpan w:val="5"/>
          </w:tcPr>
          <w:p w:rsidR="00E66ACE" w:rsidRPr="00936F62" w:rsidRDefault="00E66ACE" w:rsidP="0093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>Sharing with each other and classmates.</w:t>
            </w:r>
          </w:p>
        </w:tc>
      </w:tr>
      <w:tr w:rsidR="00E66ACE" w:rsidRPr="00936F62" w:rsidTr="00936F62">
        <w:trPr>
          <w:trHeight w:val="296"/>
        </w:trPr>
        <w:tc>
          <w:tcPr>
            <w:tcW w:w="11358" w:type="dxa"/>
            <w:gridSpan w:val="6"/>
            <w:shd w:val="clear" w:color="auto" w:fill="FFC000"/>
          </w:tcPr>
          <w:p w:rsidR="00E66ACE" w:rsidRPr="00936F62" w:rsidRDefault="00E66ACE" w:rsidP="0093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E66ACE" w:rsidRPr="00936F62" w:rsidTr="00936F62">
        <w:trPr>
          <w:trHeight w:val="168"/>
        </w:trPr>
        <w:tc>
          <w:tcPr>
            <w:tcW w:w="3672" w:type="dxa"/>
            <w:gridSpan w:val="2"/>
            <w:shd w:val="clear" w:color="auto" w:fill="FFFFFF"/>
          </w:tcPr>
          <w:p w:rsidR="00E66ACE" w:rsidRPr="00936F62" w:rsidRDefault="00E66ACE" w:rsidP="0093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/>
          </w:tcPr>
          <w:p w:rsidR="00E66ACE" w:rsidRPr="00936F62" w:rsidRDefault="00E66ACE" w:rsidP="0093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4014" w:type="dxa"/>
            <w:shd w:val="clear" w:color="auto" w:fill="FFFFFF"/>
          </w:tcPr>
          <w:p w:rsidR="00E66ACE" w:rsidRPr="00936F62" w:rsidRDefault="00E66ACE" w:rsidP="0093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>Language Development</w:t>
            </w:r>
          </w:p>
        </w:tc>
      </w:tr>
      <w:tr w:rsidR="00E66ACE" w:rsidRPr="00936F62" w:rsidTr="00936F62">
        <w:trPr>
          <w:trHeight w:val="167"/>
        </w:trPr>
        <w:tc>
          <w:tcPr>
            <w:tcW w:w="3672" w:type="dxa"/>
            <w:gridSpan w:val="2"/>
            <w:shd w:val="clear" w:color="auto" w:fill="FFFFFF"/>
          </w:tcPr>
          <w:p w:rsidR="00E66ACE" w:rsidRPr="00936F62" w:rsidRDefault="00E66ACE" w:rsidP="0093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>Make a T-Chart of good character traits and undesirable character traits.</w:t>
            </w:r>
          </w:p>
          <w:p w:rsidR="00E66ACE" w:rsidRPr="00936F62" w:rsidRDefault="00E66ACE" w:rsidP="0093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/>
          </w:tcPr>
          <w:p w:rsidR="00E66ACE" w:rsidRPr="00936F62" w:rsidRDefault="00E66ACE" w:rsidP="0093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>Draw a picture of a good character traits and an undesirable character trait and write a caption for each.</w:t>
            </w:r>
          </w:p>
        </w:tc>
        <w:tc>
          <w:tcPr>
            <w:tcW w:w="4014" w:type="dxa"/>
            <w:shd w:val="clear" w:color="auto" w:fill="FFFFFF"/>
          </w:tcPr>
          <w:p w:rsidR="00E66ACE" w:rsidRPr="00936F62" w:rsidRDefault="00E66ACE" w:rsidP="0093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>Draw a picture of a good character traits and an undesirable character trait.</w:t>
            </w:r>
          </w:p>
        </w:tc>
      </w:tr>
      <w:tr w:rsidR="00E66ACE" w:rsidRPr="00936F62" w:rsidTr="00936F62">
        <w:trPr>
          <w:trHeight w:val="296"/>
        </w:trPr>
        <w:tc>
          <w:tcPr>
            <w:tcW w:w="11358" w:type="dxa"/>
            <w:gridSpan w:val="6"/>
            <w:shd w:val="clear" w:color="auto" w:fill="FFC000"/>
          </w:tcPr>
          <w:p w:rsidR="00E66ACE" w:rsidRPr="00936F62" w:rsidRDefault="00E66ACE" w:rsidP="00936F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E66ACE" w:rsidRPr="00936F62" w:rsidTr="00936F62">
        <w:trPr>
          <w:trHeight w:val="296"/>
        </w:trPr>
        <w:tc>
          <w:tcPr>
            <w:tcW w:w="11358" w:type="dxa"/>
            <w:gridSpan w:val="6"/>
          </w:tcPr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>Assessment(s):</w:t>
            </w: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F62">
              <w:rPr>
                <w:rFonts w:ascii="Times New Roman" w:hAnsi="Times New Roman"/>
                <w:sz w:val="24"/>
                <w:szCs w:val="24"/>
              </w:rPr>
              <w:t xml:space="preserve">See writing frames to check for understanding. </w:t>
            </w: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6ACE" w:rsidRPr="00936F62" w:rsidTr="00936F62">
        <w:trPr>
          <w:trHeight w:val="296"/>
        </w:trPr>
        <w:tc>
          <w:tcPr>
            <w:tcW w:w="11358" w:type="dxa"/>
            <w:gridSpan w:val="6"/>
          </w:tcPr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6F62">
              <w:rPr>
                <w:rFonts w:ascii="Times New Roman" w:hAnsi="Times New Roman"/>
                <w:b/>
                <w:sz w:val="24"/>
                <w:szCs w:val="24"/>
              </w:rPr>
              <w:t>Teacher Reflection:</w:t>
            </w:r>
            <w:r w:rsidRPr="00936F62">
              <w:rPr>
                <w:rFonts w:ascii="Times New Roman" w:hAnsi="Times New Roman"/>
                <w:sz w:val="24"/>
                <w:szCs w:val="24"/>
              </w:rPr>
              <w:t xml:space="preserve"> (Next steps?)</w:t>
            </w: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66ACE" w:rsidRPr="00936F62" w:rsidRDefault="00E66ACE" w:rsidP="00936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66ACE" w:rsidRPr="0007242D" w:rsidRDefault="00E66ACE" w:rsidP="00C92D93">
      <w:pPr>
        <w:jc w:val="center"/>
        <w:rPr>
          <w:rFonts w:ascii="Times New Roman" w:hAnsi="Times New Roman"/>
          <w:i/>
          <w:sz w:val="24"/>
          <w:szCs w:val="24"/>
        </w:rPr>
      </w:pPr>
      <w:r w:rsidRPr="0007242D">
        <w:rPr>
          <w:rFonts w:ascii="Times New Roman" w:hAnsi="Times New Roman"/>
          <w:i/>
          <w:sz w:val="24"/>
          <w:szCs w:val="24"/>
        </w:rPr>
        <w:t>Note: This template does not reflect the lesson plans for Guided Reading.</w:t>
      </w:r>
    </w:p>
    <w:p w:rsidR="00E66ACE" w:rsidRDefault="00E66ACE" w:rsidP="00C92D9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66ACE" w:rsidRPr="00FE4609" w:rsidRDefault="00E66ACE" w:rsidP="00FE4609">
      <w:pPr>
        <w:rPr>
          <w:rFonts w:ascii="Times New Roman" w:hAnsi="Times New Roman"/>
          <w:sz w:val="24"/>
          <w:szCs w:val="24"/>
        </w:rPr>
      </w:pPr>
    </w:p>
    <w:sectPr w:rsidR="00E66ACE" w:rsidRPr="00FE4609" w:rsidSect="00FE4609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ACE" w:rsidRDefault="00E66ACE" w:rsidP="00D7779B">
      <w:pPr>
        <w:spacing w:after="0" w:line="240" w:lineRule="auto"/>
      </w:pPr>
      <w:r>
        <w:separator/>
      </w:r>
    </w:p>
  </w:endnote>
  <w:endnote w:type="continuationSeparator" w:id="0">
    <w:p w:rsidR="00E66ACE" w:rsidRDefault="00E66ACE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6ACE" w:rsidRDefault="00E66ACE" w:rsidP="00936F62">
    <w:pPr>
      <w:pStyle w:val="Footer"/>
      <w:tabs>
        <w:tab w:val="clear" w:pos="4680"/>
        <w:tab w:val="clear" w:pos="9360"/>
        <w:tab w:val="right" w:pos="10800"/>
      </w:tabs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tab/>
      <w:t>May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ACE" w:rsidRDefault="00E66ACE" w:rsidP="00D7779B">
      <w:pPr>
        <w:spacing w:after="0" w:line="240" w:lineRule="auto"/>
      </w:pPr>
      <w:r>
        <w:separator/>
      </w:r>
    </w:p>
  </w:footnote>
  <w:footnote w:type="continuationSeparator" w:id="0">
    <w:p w:rsidR="00E66ACE" w:rsidRDefault="00E66ACE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4609"/>
    <w:rsid w:val="00040934"/>
    <w:rsid w:val="00046DC5"/>
    <w:rsid w:val="00051598"/>
    <w:rsid w:val="0007242D"/>
    <w:rsid w:val="000B55D2"/>
    <w:rsid w:val="00120162"/>
    <w:rsid w:val="00144874"/>
    <w:rsid w:val="001E08A3"/>
    <w:rsid w:val="00224A5F"/>
    <w:rsid w:val="0028190D"/>
    <w:rsid w:val="0029024C"/>
    <w:rsid w:val="002E3DA0"/>
    <w:rsid w:val="002F2767"/>
    <w:rsid w:val="0030430D"/>
    <w:rsid w:val="00321C88"/>
    <w:rsid w:val="003526C6"/>
    <w:rsid w:val="003D3C1C"/>
    <w:rsid w:val="003D7D31"/>
    <w:rsid w:val="003F39B8"/>
    <w:rsid w:val="00414C58"/>
    <w:rsid w:val="00486CDF"/>
    <w:rsid w:val="00497642"/>
    <w:rsid w:val="004B658C"/>
    <w:rsid w:val="004D23FB"/>
    <w:rsid w:val="004E4304"/>
    <w:rsid w:val="004E6037"/>
    <w:rsid w:val="0051657B"/>
    <w:rsid w:val="0053207C"/>
    <w:rsid w:val="00570FB8"/>
    <w:rsid w:val="005947C2"/>
    <w:rsid w:val="005C4CBE"/>
    <w:rsid w:val="005E639F"/>
    <w:rsid w:val="00643719"/>
    <w:rsid w:val="006A0ACD"/>
    <w:rsid w:val="006F33AA"/>
    <w:rsid w:val="006F5CBD"/>
    <w:rsid w:val="006F794C"/>
    <w:rsid w:val="00703ECA"/>
    <w:rsid w:val="00752A19"/>
    <w:rsid w:val="007639B8"/>
    <w:rsid w:val="0079564F"/>
    <w:rsid w:val="007F72E7"/>
    <w:rsid w:val="008006B8"/>
    <w:rsid w:val="00811A26"/>
    <w:rsid w:val="008557E6"/>
    <w:rsid w:val="00860C25"/>
    <w:rsid w:val="008B7F3C"/>
    <w:rsid w:val="008C13D7"/>
    <w:rsid w:val="008D36EC"/>
    <w:rsid w:val="008E2360"/>
    <w:rsid w:val="00936F62"/>
    <w:rsid w:val="00991460"/>
    <w:rsid w:val="009B085C"/>
    <w:rsid w:val="009C3C82"/>
    <w:rsid w:val="00A0009E"/>
    <w:rsid w:val="00A122BE"/>
    <w:rsid w:val="00A90A8F"/>
    <w:rsid w:val="00AC05FA"/>
    <w:rsid w:val="00B225E6"/>
    <w:rsid w:val="00B4034E"/>
    <w:rsid w:val="00B568F6"/>
    <w:rsid w:val="00BB29CE"/>
    <w:rsid w:val="00BD505E"/>
    <w:rsid w:val="00C05A40"/>
    <w:rsid w:val="00C07B79"/>
    <w:rsid w:val="00C21695"/>
    <w:rsid w:val="00C5373F"/>
    <w:rsid w:val="00C92D93"/>
    <w:rsid w:val="00CD5617"/>
    <w:rsid w:val="00CE5379"/>
    <w:rsid w:val="00D13B0B"/>
    <w:rsid w:val="00D7779B"/>
    <w:rsid w:val="00D801CF"/>
    <w:rsid w:val="00DC697B"/>
    <w:rsid w:val="00DD6FE2"/>
    <w:rsid w:val="00E52E61"/>
    <w:rsid w:val="00E66ACE"/>
    <w:rsid w:val="00E92C3E"/>
    <w:rsid w:val="00E967ED"/>
    <w:rsid w:val="00EF73C0"/>
    <w:rsid w:val="00F57381"/>
    <w:rsid w:val="00F6697F"/>
    <w:rsid w:val="00F876FC"/>
    <w:rsid w:val="00FA179B"/>
    <w:rsid w:val="00FB7D6F"/>
    <w:rsid w:val="00FC3BF2"/>
    <w:rsid w:val="00FD4A9C"/>
    <w:rsid w:val="00FD55DC"/>
    <w:rsid w:val="00FE4609"/>
    <w:rsid w:val="00FE7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5F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E460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7779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7779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D801CF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644</Words>
  <Characters>3672</Characters>
  <Application>Microsoft Office Outlook</Application>
  <DocSecurity>0</DocSecurity>
  <Lines>0</Lines>
  <Paragraphs>0</Paragraphs>
  <ScaleCrop>false</ScaleCrop>
  <Company>Guilford County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K-5 ELA Lesson Plan </dc:title>
  <dc:subject/>
  <dc:creator>Breedlove, Logan W</dc:creator>
  <cp:keywords/>
  <dc:description/>
  <cp:lastModifiedBy> </cp:lastModifiedBy>
  <cp:revision>2</cp:revision>
  <cp:lastPrinted>2012-05-01T14:47:00Z</cp:lastPrinted>
  <dcterms:created xsi:type="dcterms:W3CDTF">2012-06-28T20:43:00Z</dcterms:created>
  <dcterms:modified xsi:type="dcterms:W3CDTF">2012-06-28T20:43:00Z</dcterms:modified>
</cp:coreProperties>
</file>